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1D2FC6" w14:paraId="0009CF0B" w14:textId="77777777" w:rsidTr="00521677">
        <w:tc>
          <w:tcPr>
            <w:tcW w:w="2689" w:type="dxa"/>
          </w:tcPr>
          <w:p w14:paraId="780C27D6" w14:textId="455A036B" w:rsidR="001D2FC6" w:rsidRPr="001D2FC6" w:rsidRDefault="001D2FC6" w:rsidP="001D2FC6">
            <w:pPr>
              <w:pStyle w:val="SIText"/>
            </w:pPr>
            <w:r w:rsidRPr="00CC451E">
              <w:t>Release</w:t>
            </w:r>
            <w:r w:rsidRPr="001D2FC6">
              <w:t xml:space="preserve"> </w:t>
            </w:r>
            <w:r>
              <w:t>2</w:t>
            </w:r>
          </w:p>
        </w:tc>
        <w:tc>
          <w:tcPr>
            <w:tcW w:w="6939" w:type="dxa"/>
          </w:tcPr>
          <w:p w14:paraId="056147BD" w14:textId="61D1735A" w:rsidR="001D2FC6" w:rsidRPr="001D2FC6" w:rsidRDefault="001D2FC6" w:rsidP="001D2FC6">
            <w:pPr>
              <w:pStyle w:val="SIText"/>
            </w:pPr>
            <w:r w:rsidRPr="00CC451E">
              <w:t xml:space="preserve">This version released with </w:t>
            </w:r>
            <w:r w:rsidRPr="001D2FC6">
              <w:t xml:space="preserve">AHC Agriculture, Horticulture and Conservation and Land Management Training Package Version </w:t>
            </w:r>
            <w:r>
              <w:rPr>
                <w:rStyle w:val="SITemporaryText-blue"/>
              </w:rPr>
              <w:t>X</w:t>
            </w:r>
            <w:r w:rsidRPr="001D2FC6">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AB8DCE1" w:rsidR="00F1480E" w:rsidRPr="000754EC" w:rsidRDefault="00E933B0" w:rsidP="000754EC">
            <w:pPr>
              <w:pStyle w:val="SIUNITCODE"/>
            </w:pPr>
            <w:r>
              <w:t>AHC</w:t>
            </w:r>
            <w:r w:rsidR="003D2DDF">
              <w:t>S</w:t>
            </w:r>
            <w:r w:rsidR="008934B0">
              <w:t>DT30</w:t>
            </w:r>
            <w:r w:rsidR="008F2D72">
              <w:t>2</w:t>
            </w:r>
          </w:p>
        </w:tc>
        <w:tc>
          <w:tcPr>
            <w:tcW w:w="3604" w:type="pct"/>
            <w:shd w:val="clear" w:color="auto" w:fill="auto"/>
          </w:tcPr>
          <w:p w14:paraId="68240ED7" w14:textId="06359DF5" w:rsidR="00F1480E" w:rsidRPr="000754EC" w:rsidRDefault="008F2D72" w:rsidP="000754EC">
            <w:pPr>
              <w:pStyle w:val="SIUnittitle"/>
            </w:pPr>
            <w:r w:rsidRPr="008F2D72">
              <w:t>Identify seeds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596BAA88" w14:textId="77777777" w:rsidR="008F2D72" w:rsidRPr="008F2D72" w:rsidRDefault="008F2D72" w:rsidP="008F2D72">
            <w:pPr>
              <w:pStyle w:val="SIText"/>
            </w:pPr>
            <w:r w:rsidRPr="008F2D72">
              <w:t>This unit of competency describes the skills and knowledge required to recognise and identify seeds and contribute samples to the seed reference collection. It applies to seed analysts working within enterprise requirements and procedures.</w:t>
            </w:r>
          </w:p>
          <w:p w14:paraId="127A1AEC" w14:textId="77777777" w:rsidR="008F2D72" w:rsidRPr="008F2D72" w:rsidRDefault="008F2D72" w:rsidP="008F2D72">
            <w:pPr>
              <w:pStyle w:val="SIText"/>
            </w:pPr>
          </w:p>
          <w:p w14:paraId="71677858" w14:textId="5CA6520C" w:rsidR="008F2D72" w:rsidRPr="008F2D72" w:rsidRDefault="00350235" w:rsidP="008F2D72">
            <w:pPr>
              <w:pStyle w:val="SIText"/>
            </w:pPr>
            <w:r>
              <w:t>The unit applies to individuals</w:t>
            </w:r>
            <w:r w:rsidR="008F2D72" w:rsidRPr="008F2D72">
              <w:t xml:space="preserve"> who take responsibility for their work and for the quality of the work of others. They use discretion and judgement in the selection, allocation and use of available resources. All work is carried out to comply with workplace procedures.</w:t>
            </w:r>
          </w:p>
          <w:p w14:paraId="2980B30B" w14:textId="77777777" w:rsidR="008F2D72" w:rsidRPr="008F2D72" w:rsidRDefault="008F2D72" w:rsidP="008F2D72">
            <w:pPr>
              <w:pStyle w:val="SIText"/>
            </w:pPr>
          </w:p>
          <w:p w14:paraId="034C6C33" w14:textId="52C96A98" w:rsidR="00373436" w:rsidRPr="000754EC" w:rsidRDefault="001760D0" w:rsidP="008F2D72">
            <w:pPr>
              <w:pStyle w:val="SIText"/>
            </w:pPr>
            <w:r>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CFCF694"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B65F06" w:rsidR="00F1480E" w:rsidRPr="000754EC" w:rsidRDefault="003D2DDF" w:rsidP="000754EC">
            <w:pPr>
              <w:pStyle w:val="SIText"/>
            </w:pPr>
            <w:r>
              <w:t xml:space="preserve">Seed </w:t>
            </w:r>
            <w:r w:rsidR="008F2D72">
              <w:t>Testing</w:t>
            </w:r>
            <w:r>
              <w:t xml:space="preserve"> (SD</w:t>
            </w:r>
            <w:r w:rsidR="008F2D72">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F2D72" w:rsidRPr="00963A46" w14:paraId="2F5B2555" w14:textId="77777777" w:rsidTr="00CA2922">
        <w:trPr>
          <w:cantSplit/>
        </w:trPr>
        <w:tc>
          <w:tcPr>
            <w:tcW w:w="1396" w:type="pct"/>
            <w:shd w:val="clear" w:color="auto" w:fill="auto"/>
          </w:tcPr>
          <w:p w14:paraId="06314A52" w14:textId="63B3F091" w:rsidR="008F2D72" w:rsidRPr="008F2D72" w:rsidRDefault="008F2D72" w:rsidP="008F2D72">
            <w:pPr>
              <w:pStyle w:val="SIText"/>
            </w:pPr>
            <w:r w:rsidRPr="008F2D72">
              <w:t>1. Prepare for seed identification</w:t>
            </w:r>
          </w:p>
        </w:tc>
        <w:tc>
          <w:tcPr>
            <w:tcW w:w="3604" w:type="pct"/>
            <w:shd w:val="clear" w:color="auto" w:fill="auto"/>
          </w:tcPr>
          <w:p w14:paraId="4A507FEB" w14:textId="140B3BA3" w:rsidR="008F2D72" w:rsidRPr="008F2D72" w:rsidRDefault="008F2D72" w:rsidP="008F2D72">
            <w:r w:rsidRPr="008F2D72">
              <w:t xml:space="preserve">1.1 </w:t>
            </w:r>
            <w:r w:rsidR="0059037D">
              <w:t>Verify</w:t>
            </w:r>
            <w:r w:rsidR="0059037D" w:rsidRPr="008F2D72">
              <w:t xml:space="preserve"> </w:t>
            </w:r>
            <w:r w:rsidRPr="008F2D72">
              <w:t>seeds requiring identification</w:t>
            </w:r>
            <w:r w:rsidR="0059037D">
              <w:t xml:space="preserve"> against documentation</w:t>
            </w:r>
          </w:p>
          <w:p w14:paraId="0D4824EE" w14:textId="0DFB9DB5" w:rsidR="008F2D72" w:rsidRPr="008F2D72" w:rsidRDefault="008F2D72" w:rsidP="008F2D72">
            <w:r w:rsidRPr="008F2D72">
              <w:t>1.2 Prepare resources and equipment for identification</w:t>
            </w:r>
          </w:p>
          <w:p w14:paraId="1696B99B" w14:textId="08DDD2CB" w:rsidR="008F2D72" w:rsidRPr="008F2D72" w:rsidRDefault="008F2D72" w:rsidP="0059037D">
            <w:r w:rsidRPr="008F2D72">
              <w:t>1.3 Identify, select and prepare processes for seed identification</w:t>
            </w:r>
          </w:p>
        </w:tc>
      </w:tr>
      <w:tr w:rsidR="008F2D72" w:rsidRPr="00963A46" w14:paraId="6D79A7FA" w14:textId="77777777" w:rsidTr="00CA2922">
        <w:trPr>
          <w:cantSplit/>
        </w:trPr>
        <w:tc>
          <w:tcPr>
            <w:tcW w:w="1396" w:type="pct"/>
            <w:shd w:val="clear" w:color="auto" w:fill="auto"/>
          </w:tcPr>
          <w:p w14:paraId="56B4064B" w14:textId="7112874A" w:rsidR="008F2D72" w:rsidRPr="008F2D72" w:rsidRDefault="008F2D72" w:rsidP="008F2D72">
            <w:pPr>
              <w:pStyle w:val="SIText"/>
            </w:pPr>
            <w:r w:rsidRPr="008F2D72">
              <w:t>2. Identify seed</w:t>
            </w:r>
          </w:p>
        </w:tc>
        <w:tc>
          <w:tcPr>
            <w:tcW w:w="3604" w:type="pct"/>
            <w:shd w:val="clear" w:color="auto" w:fill="auto"/>
          </w:tcPr>
          <w:p w14:paraId="36665811" w14:textId="28785889" w:rsidR="00FB091D" w:rsidRDefault="008F2D72" w:rsidP="008F2D72">
            <w:r w:rsidRPr="008F2D72">
              <w:t xml:space="preserve">2.1 </w:t>
            </w:r>
            <w:r w:rsidR="00FB091D">
              <w:t>Examine seed and record physical characteristics</w:t>
            </w:r>
          </w:p>
          <w:p w14:paraId="30C2A229" w14:textId="40EC6567" w:rsidR="008F2D72" w:rsidRPr="008F2D72" w:rsidRDefault="00FB091D" w:rsidP="008F2D72">
            <w:r>
              <w:t xml:space="preserve">2.2 </w:t>
            </w:r>
            <w:r w:rsidR="008F2D72" w:rsidRPr="008F2D72">
              <w:t>Identify specified seeds according to their characteristics</w:t>
            </w:r>
            <w:r>
              <w:t xml:space="preserve"> according to reference material</w:t>
            </w:r>
          </w:p>
          <w:p w14:paraId="35D3C1F5" w14:textId="7FA22733" w:rsidR="008F2D72" w:rsidRPr="008F2D72" w:rsidRDefault="008F2D72" w:rsidP="008F2D72">
            <w:r w:rsidRPr="008F2D72">
              <w:t>2.</w:t>
            </w:r>
            <w:r w:rsidR="00FB091D">
              <w:t>3</w:t>
            </w:r>
            <w:r w:rsidRPr="008F2D72">
              <w:t xml:space="preserve"> Record botanical name of seed to species level</w:t>
            </w:r>
          </w:p>
          <w:p w14:paraId="6BB72E57" w14:textId="09413D7E" w:rsidR="008F2D72" w:rsidRPr="008F2D72" w:rsidRDefault="008F2D72" w:rsidP="00FB091D">
            <w:pPr>
              <w:pStyle w:val="SIText"/>
            </w:pPr>
            <w:r w:rsidRPr="008F2D72">
              <w:t>2.</w:t>
            </w:r>
            <w:r w:rsidR="00FB091D">
              <w:t>4</w:t>
            </w:r>
            <w:r w:rsidRPr="008F2D72">
              <w:t xml:space="preserve"> Seek advice to confirm identification</w:t>
            </w:r>
            <w:r w:rsidR="00FB091D">
              <w:t xml:space="preserve"> when undecided</w:t>
            </w:r>
          </w:p>
        </w:tc>
      </w:tr>
      <w:tr w:rsidR="008F2D72" w:rsidRPr="00963A46" w14:paraId="37FB423D" w14:textId="77777777" w:rsidTr="00CA2922">
        <w:trPr>
          <w:cantSplit/>
        </w:trPr>
        <w:tc>
          <w:tcPr>
            <w:tcW w:w="1396" w:type="pct"/>
            <w:shd w:val="clear" w:color="auto" w:fill="auto"/>
          </w:tcPr>
          <w:p w14:paraId="274413CE" w14:textId="6CF819A1" w:rsidR="008F2D72" w:rsidRPr="008F2D72" w:rsidRDefault="008F2D72" w:rsidP="008F2D72">
            <w:pPr>
              <w:pStyle w:val="SIText"/>
            </w:pPr>
            <w:r w:rsidRPr="008F2D72">
              <w:t>3. Update the reference collection</w:t>
            </w:r>
          </w:p>
        </w:tc>
        <w:tc>
          <w:tcPr>
            <w:tcW w:w="3604" w:type="pct"/>
            <w:shd w:val="clear" w:color="auto" w:fill="auto"/>
          </w:tcPr>
          <w:p w14:paraId="57FE3791" w14:textId="1828C0D4" w:rsidR="008F2D72" w:rsidRPr="008F2D72" w:rsidRDefault="008F2D72" w:rsidP="008F2D72">
            <w:r w:rsidRPr="008F2D72">
              <w:t xml:space="preserve">3.1 Consult supervisor </w:t>
            </w:r>
            <w:r w:rsidR="00FB091D">
              <w:t>for</w:t>
            </w:r>
            <w:r w:rsidR="00FB091D" w:rsidRPr="008F2D72">
              <w:t xml:space="preserve"> </w:t>
            </w:r>
            <w:r w:rsidRPr="008F2D72">
              <w:t>possible addition</w:t>
            </w:r>
            <w:r w:rsidR="00FB091D">
              <w:t xml:space="preserve"> of seed</w:t>
            </w:r>
            <w:r w:rsidRPr="008F2D72">
              <w:t xml:space="preserve"> to reference collection</w:t>
            </w:r>
          </w:p>
          <w:p w14:paraId="79B88CB7" w14:textId="6E7A4334" w:rsidR="008F2D72" w:rsidRPr="008F2D72" w:rsidRDefault="008F2D72" w:rsidP="00FB091D">
            <w:r w:rsidRPr="008F2D72">
              <w:t xml:space="preserve">3.2 Document information and add the seed to the reference collection </w:t>
            </w:r>
            <w:r w:rsidR="00FB091D">
              <w:t>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commentRangeStart w:id="0"/>
            <w:r w:rsidR="00FD557D" w:rsidRPr="00041E59">
              <w:t>F</w:t>
            </w:r>
            <w:r w:rsidR="00FD557D" w:rsidRPr="000754EC">
              <w:t>oundation Skills</w:t>
            </w:r>
            <w:commentRangeEnd w:id="0"/>
            <w:r w:rsidR="006C451C">
              <w:rPr>
                <w:b w:val="0"/>
                <w:sz w:val="20"/>
                <w:szCs w:val="22"/>
                <w:lang w:eastAsia="en-AU"/>
              </w:rPr>
              <w:commentReference w:id="0"/>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2FC6" w:rsidRPr="00336FCA" w:rsidDel="00423CB2" w14:paraId="1CF24FD6" w14:textId="77777777" w:rsidTr="00CA2922">
        <w:tc>
          <w:tcPr>
            <w:tcW w:w="1396" w:type="pct"/>
          </w:tcPr>
          <w:p w14:paraId="6D88B952" w14:textId="3F8C7617" w:rsidR="001D2FC6" w:rsidRPr="001D2FC6" w:rsidRDefault="001D2FC6" w:rsidP="001D2FC6">
            <w:pPr>
              <w:pStyle w:val="SIText"/>
              <w:rPr>
                <w:rStyle w:val="SITemporaryText-red"/>
              </w:rPr>
            </w:pPr>
            <w:r w:rsidRPr="001D2FC6">
              <w:t>Reading</w:t>
            </w:r>
          </w:p>
        </w:tc>
        <w:tc>
          <w:tcPr>
            <w:tcW w:w="3604" w:type="pct"/>
          </w:tcPr>
          <w:p w14:paraId="1B7CC730" w14:textId="3D1FB329" w:rsidR="001D2FC6" w:rsidRPr="001D2FC6" w:rsidRDefault="001D2FC6" w:rsidP="001D2FC6">
            <w:pPr>
              <w:pStyle w:val="SIBulletList1"/>
              <w:rPr>
                <w:rStyle w:val="SITemporaryText-red"/>
              </w:rPr>
            </w:pPr>
          </w:p>
        </w:tc>
      </w:tr>
      <w:tr w:rsidR="001D2FC6" w:rsidRPr="00336FCA" w:rsidDel="00423CB2" w14:paraId="1D3AF5EE" w14:textId="77777777" w:rsidTr="00CA2922">
        <w:tc>
          <w:tcPr>
            <w:tcW w:w="1396" w:type="pct"/>
          </w:tcPr>
          <w:p w14:paraId="16ED7E97" w14:textId="042903A4" w:rsidR="001D2FC6" w:rsidRPr="001D2FC6" w:rsidRDefault="001D2FC6" w:rsidP="001D2FC6">
            <w:pPr>
              <w:pStyle w:val="SIText"/>
              <w:rPr>
                <w:rStyle w:val="SITemporaryText-red"/>
              </w:rPr>
            </w:pPr>
            <w:r w:rsidRPr="001D2FC6">
              <w:t xml:space="preserve">Writing </w:t>
            </w:r>
          </w:p>
        </w:tc>
        <w:tc>
          <w:tcPr>
            <w:tcW w:w="3604" w:type="pct"/>
          </w:tcPr>
          <w:p w14:paraId="0F32718D" w14:textId="46D6448B" w:rsidR="001D2FC6" w:rsidRPr="001D2FC6" w:rsidRDefault="001D2FC6" w:rsidP="001D2FC6">
            <w:pPr>
              <w:pStyle w:val="SIBulletList1"/>
              <w:rPr>
                <w:rStyle w:val="SITemporaryText-red"/>
                <w:rFonts w:eastAsia="Calibri"/>
              </w:rPr>
            </w:pPr>
          </w:p>
        </w:tc>
      </w:tr>
      <w:tr w:rsidR="001D2FC6" w:rsidRPr="00336FCA" w:rsidDel="00423CB2" w14:paraId="03BB9C6A" w14:textId="77777777" w:rsidTr="00CA2922">
        <w:tc>
          <w:tcPr>
            <w:tcW w:w="1396" w:type="pct"/>
          </w:tcPr>
          <w:p w14:paraId="79F97EC7" w14:textId="030912DB" w:rsidR="001D2FC6" w:rsidRPr="001D2FC6" w:rsidRDefault="001D2FC6" w:rsidP="001D2FC6">
            <w:pPr>
              <w:pStyle w:val="SIText"/>
              <w:rPr>
                <w:rStyle w:val="SITemporaryText-red"/>
              </w:rPr>
            </w:pPr>
            <w:r w:rsidRPr="001D2FC6">
              <w:t>Oral Communication</w:t>
            </w:r>
          </w:p>
        </w:tc>
        <w:tc>
          <w:tcPr>
            <w:tcW w:w="3604" w:type="pct"/>
          </w:tcPr>
          <w:p w14:paraId="4DAD12EB" w14:textId="3CE45348" w:rsidR="001D2FC6" w:rsidRPr="001D2FC6" w:rsidRDefault="001D2FC6" w:rsidP="001D2FC6">
            <w:pPr>
              <w:pStyle w:val="SIBulletList1"/>
              <w:rPr>
                <w:rStyle w:val="SITemporaryText-red"/>
                <w:rFonts w:eastAsia="Calibri"/>
              </w:rPr>
            </w:pPr>
          </w:p>
        </w:tc>
      </w:tr>
      <w:tr w:rsidR="001D2FC6" w:rsidRPr="00336FCA" w:rsidDel="00423CB2" w14:paraId="2E27346B" w14:textId="77777777" w:rsidTr="00CA2922">
        <w:tc>
          <w:tcPr>
            <w:tcW w:w="1396" w:type="pct"/>
          </w:tcPr>
          <w:p w14:paraId="14A37013" w14:textId="38682378" w:rsidR="001D2FC6" w:rsidRPr="001D2FC6" w:rsidRDefault="001D2FC6" w:rsidP="001D2FC6">
            <w:pPr>
              <w:pStyle w:val="SIText"/>
              <w:rPr>
                <w:rStyle w:val="SITemporaryText-red"/>
              </w:rPr>
            </w:pPr>
            <w:r w:rsidRPr="001D2FC6">
              <w:t>Numeracy</w:t>
            </w:r>
          </w:p>
        </w:tc>
        <w:tc>
          <w:tcPr>
            <w:tcW w:w="3604" w:type="pct"/>
          </w:tcPr>
          <w:p w14:paraId="5D0F4717" w14:textId="77777777" w:rsidR="001D2FC6" w:rsidRPr="001D2FC6" w:rsidRDefault="001D2FC6" w:rsidP="001D2FC6">
            <w:pPr>
              <w:pStyle w:val="SIBulletList1"/>
              <w:rPr>
                <w:rStyle w:val="SITemporaryText-red"/>
                <w:rFonts w:eastAsia="Calibri"/>
              </w:rPr>
            </w:pP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0839B9" w14:paraId="7EFB7203" w14:textId="77777777" w:rsidTr="00F33FF2">
        <w:tc>
          <w:tcPr>
            <w:tcW w:w="1028" w:type="pct"/>
          </w:tcPr>
          <w:p w14:paraId="7E79B3BE" w14:textId="77777777" w:rsidR="00DA54B5" w:rsidRPr="000839B9" w:rsidRDefault="001D2FC6" w:rsidP="006C451C">
            <w:pPr>
              <w:pStyle w:val="SIText"/>
            </w:pPr>
            <w:r w:rsidRPr="006C451C">
              <w:t>AHCSDT302 Identify seeds</w:t>
            </w:r>
          </w:p>
          <w:p w14:paraId="6B803FA7" w14:textId="563E1277" w:rsidR="001D2FC6" w:rsidRPr="000839B9" w:rsidRDefault="001D2FC6" w:rsidP="000839B9">
            <w:pPr>
              <w:pStyle w:val="SIText"/>
            </w:pPr>
            <w:r w:rsidRPr="000839B9">
              <w:lastRenderedPageBreak/>
              <w:t>Release 2</w:t>
            </w:r>
          </w:p>
        </w:tc>
        <w:tc>
          <w:tcPr>
            <w:tcW w:w="1105" w:type="pct"/>
          </w:tcPr>
          <w:p w14:paraId="7C0AD6B6" w14:textId="77777777" w:rsidR="001D2FC6" w:rsidRPr="000839B9" w:rsidRDefault="001D2FC6" w:rsidP="000839B9">
            <w:pPr>
              <w:pStyle w:val="SIText"/>
            </w:pPr>
            <w:r w:rsidRPr="000839B9">
              <w:lastRenderedPageBreak/>
              <w:t>AHCSDT302 Identify seeds</w:t>
            </w:r>
          </w:p>
          <w:p w14:paraId="3216D365" w14:textId="46DBEF57" w:rsidR="00DA54B5" w:rsidRPr="000839B9" w:rsidRDefault="001D2FC6" w:rsidP="000839B9">
            <w:pPr>
              <w:pStyle w:val="SIText"/>
            </w:pPr>
            <w:r w:rsidRPr="000839B9">
              <w:lastRenderedPageBreak/>
              <w:t>Release 1</w:t>
            </w:r>
          </w:p>
        </w:tc>
        <w:tc>
          <w:tcPr>
            <w:tcW w:w="1251" w:type="pct"/>
          </w:tcPr>
          <w:p w14:paraId="30B8888F" w14:textId="0AB3B1C4" w:rsidR="00DA54B5" w:rsidRPr="000839B9" w:rsidRDefault="006C451C" w:rsidP="000839B9">
            <w:pPr>
              <w:pStyle w:val="SIText"/>
            </w:pPr>
            <w:r w:rsidRPr="000839B9">
              <w:lastRenderedPageBreak/>
              <w:t xml:space="preserve">Edited Application. Minor changes made to </w:t>
            </w:r>
            <w:r w:rsidRPr="000839B9">
              <w:lastRenderedPageBreak/>
              <w:t>Performance Criteria. Added foundation skills. Updated Performance Evidence, Knowledge evidence and Assessment Conditions</w:t>
            </w:r>
          </w:p>
        </w:tc>
        <w:tc>
          <w:tcPr>
            <w:tcW w:w="1616" w:type="pct"/>
          </w:tcPr>
          <w:p w14:paraId="325B98A3" w14:textId="572C2FE6" w:rsidR="00DA54B5" w:rsidRPr="000839B9" w:rsidRDefault="006C451C" w:rsidP="000839B9">
            <w:pPr>
              <w:pStyle w:val="SIText"/>
            </w:pPr>
            <w:r w:rsidRPr="000839B9">
              <w:lastRenderedPageBreak/>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29D892C9" w:rsidR="00556C4C" w:rsidRPr="000754EC" w:rsidRDefault="00556C4C" w:rsidP="000754EC">
            <w:pPr>
              <w:pStyle w:val="SIUnittitle"/>
            </w:pPr>
            <w:r w:rsidRPr="00F56827">
              <w:t xml:space="preserve">Assessment requirements for </w:t>
            </w:r>
            <w:r w:rsidR="008F2D72" w:rsidRPr="008F2D72">
              <w:t>AHCSDT302 Identify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3207AB19" w14:textId="68C13FBA" w:rsidR="008F2D72" w:rsidRPr="008F2D72" w:rsidRDefault="00DA54B5" w:rsidP="00985057">
            <w:pPr>
              <w:pStyle w:val="SIText"/>
              <w:rPr>
                <w:rStyle w:val="SITemporaryText-red"/>
                <w:color w:val="auto"/>
                <w:sz w:val="20"/>
                <w:lang w:eastAsia="en-AU"/>
              </w:rPr>
            </w:pPr>
            <w:r w:rsidRPr="00F5672B">
              <w:rPr>
                <w:rStyle w:val="SITemporaryText-red"/>
                <w:color w:val="auto"/>
                <w:sz w:val="20"/>
              </w:rPr>
              <w:t xml:space="preserve">An individual demonstrating competency must satisfy all of the elements and performance criteria in this unit. </w:t>
            </w:r>
            <w:r w:rsidR="00985057" w:rsidRPr="00985057">
              <w:rPr>
                <w:rStyle w:val="SITemporaryText-red"/>
                <w:color w:val="auto"/>
                <w:sz w:val="20"/>
              </w:rPr>
              <w:t>prepared recognised contributed</w:t>
            </w:r>
          </w:p>
          <w:p w14:paraId="6B3BB0E0" w14:textId="04D7143F" w:rsidR="008F2D72" w:rsidRPr="008F2D72" w:rsidRDefault="00E42341" w:rsidP="00985057">
            <w:pPr>
              <w:pStyle w:val="SIText"/>
              <w:rPr>
                <w:rStyle w:val="SITemporaryText-red"/>
                <w:color w:val="auto"/>
                <w:sz w:val="20"/>
              </w:rPr>
            </w:pPr>
            <w:r>
              <w:rPr>
                <w:rStyle w:val="SITemporaryText-red"/>
                <w:color w:val="auto"/>
                <w:sz w:val="20"/>
              </w:rPr>
              <w:t>There must be evidence that the individual has</w:t>
            </w:r>
            <w:r w:rsidR="006C451C">
              <w:rPr>
                <w:rStyle w:val="SITemporaryText-red"/>
              </w:rPr>
              <w:t xml:space="preserve"> </w:t>
            </w:r>
            <w:r w:rsidR="006C451C" w:rsidRPr="00985057">
              <w:rPr>
                <w:rStyle w:val="SITemporaryText-red"/>
                <w:color w:val="auto"/>
                <w:sz w:val="20"/>
              </w:rPr>
              <w:t xml:space="preserve">accurately identified </w:t>
            </w:r>
            <w:r w:rsidR="000839B9" w:rsidRPr="00985057">
              <w:rPr>
                <w:rStyle w:val="SITemporaryText-red"/>
                <w:color w:val="auto"/>
                <w:sz w:val="20"/>
              </w:rPr>
              <w:t xml:space="preserve">the seeds of </w:t>
            </w:r>
            <w:r w:rsidR="006C451C" w:rsidRPr="00985057">
              <w:rPr>
                <w:rStyle w:val="SITemporaryText-red"/>
                <w:color w:val="auto"/>
                <w:sz w:val="20"/>
              </w:rPr>
              <w:t xml:space="preserve">at least 10 different </w:t>
            </w:r>
            <w:r w:rsidR="000839B9" w:rsidRPr="00985057">
              <w:rPr>
                <w:rStyle w:val="SITemporaryText-red"/>
                <w:color w:val="auto"/>
                <w:sz w:val="20"/>
              </w:rPr>
              <w:t xml:space="preserve">crop plants to </w:t>
            </w:r>
            <w:r w:rsidR="006C451C" w:rsidRPr="00985057">
              <w:rPr>
                <w:rStyle w:val="SITemporaryText-red"/>
                <w:color w:val="auto"/>
                <w:sz w:val="20"/>
              </w:rPr>
              <w:t>species level and has:</w:t>
            </w:r>
          </w:p>
          <w:p w14:paraId="75BA4F72" w14:textId="235FE9D2" w:rsidR="008F2D72" w:rsidRPr="008F2D72" w:rsidRDefault="008F2D72" w:rsidP="008F2D72">
            <w:pPr>
              <w:pStyle w:val="SIBulletList1"/>
              <w:rPr>
                <w:rStyle w:val="SITemporaryText-red"/>
                <w:color w:val="auto"/>
                <w:sz w:val="20"/>
              </w:rPr>
            </w:pPr>
            <w:r w:rsidRPr="008F2D72">
              <w:rPr>
                <w:rStyle w:val="SITemporaryText-red"/>
                <w:color w:val="auto"/>
                <w:sz w:val="20"/>
              </w:rPr>
              <w:t>prepare</w:t>
            </w:r>
            <w:r w:rsidR="006C451C">
              <w:rPr>
                <w:rStyle w:val="SITemporaryText-red"/>
              </w:rPr>
              <w:t>d</w:t>
            </w:r>
            <w:bookmarkStart w:id="1" w:name="_GoBack"/>
            <w:bookmarkEnd w:id="1"/>
            <w:r w:rsidRPr="008F2D72">
              <w:rPr>
                <w:rStyle w:val="SITemporaryText-red"/>
                <w:color w:val="auto"/>
                <w:sz w:val="20"/>
              </w:rPr>
              <w:t xml:space="preserve"> for seed identification</w:t>
            </w:r>
          </w:p>
          <w:p w14:paraId="0786C03A" w14:textId="4A3072ED" w:rsidR="008F2D72" w:rsidRPr="008F2D72" w:rsidRDefault="008F2D72" w:rsidP="008F2D72">
            <w:pPr>
              <w:pStyle w:val="SIBulletList1"/>
              <w:rPr>
                <w:rStyle w:val="SITemporaryText-red"/>
                <w:color w:val="auto"/>
                <w:sz w:val="20"/>
              </w:rPr>
            </w:pPr>
            <w:r w:rsidRPr="008F2D72">
              <w:rPr>
                <w:rStyle w:val="SITemporaryText-red"/>
                <w:color w:val="auto"/>
                <w:sz w:val="20"/>
              </w:rPr>
              <w:t>recognise</w:t>
            </w:r>
            <w:r w:rsidR="006C451C">
              <w:rPr>
                <w:rStyle w:val="SITemporaryText-red"/>
              </w:rPr>
              <w:t>d</w:t>
            </w:r>
            <w:r w:rsidRPr="008F2D72">
              <w:rPr>
                <w:rStyle w:val="SITemporaryText-red"/>
                <w:color w:val="auto"/>
                <w:sz w:val="20"/>
              </w:rPr>
              <w:t xml:space="preserve"> or identify seed to genus and</w:t>
            </w:r>
            <w:r w:rsidR="006C451C">
              <w:rPr>
                <w:rStyle w:val="SITemporaryText-red"/>
              </w:rPr>
              <w:t xml:space="preserve"> </w:t>
            </w:r>
            <w:r w:rsidRPr="008F2D72">
              <w:rPr>
                <w:rStyle w:val="SITemporaryText-red"/>
                <w:color w:val="auto"/>
                <w:sz w:val="20"/>
              </w:rPr>
              <w:t>species level</w:t>
            </w:r>
          </w:p>
          <w:p w14:paraId="3F4E2EAA" w14:textId="19608F3E" w:rsidR="00556C4C" w:rsidRPr="000754EC" w:rsidRDefault="008F2D72" w:rsidP="008F2D72">
            <w:pPr>
              <w:pStyle w:val="SIBulletList1"/>
            </w:pPr>
            <w:r w:rsidRPr="008F2D72">
              <w:rPr>
                <w:rStyle w:val="SITemporaryText-red"/>
                <w:color w:val="auto"/>
                <w:sz w:val="20"/>
              </w:rPr>
              <w:t>contribute</w:t>
            </w:r>
            <w:r w:rsidR="006C451C">
              <w:rPr>
                <w:rStyle w:val="SITemporaryText-red"/>
              </w:rPr>
              <w:t>d</w:t>
            </w:r>
            <w:r w:rsidRPr="008F2D72">
              <w:rPr>
                <w:rStyle w:val="SITemporaryText-red"/>
                <w:color w:val="auto"/>
                <w:sz w:val="20"/>
              </w:rPr>
              <w:t xml:space="preserve"> to enterprise seed reference collection</w:t>
            </w:r>
            <w:r w:rsidR="006C451C">
              <w:rPr>
                <w:rStyle w:val="SITemporaryText-red"/>
              </w:rPr>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FAD9580" w14:textId="40E65239" w:rsidR="008F2D72" w:rsidRPr="008F2D72" w:rsidRDefault="00FA3FA5" w:rsidP="008F2D72">
            <w:pPr>
              <w:pStyle w:val="SIBulletList2"/>
              <w:numPr>
                <w:ilvl w:val="0"/>
                <w:numId w:val="0"/>
              </w:numPr>
            </w:pPr>
            <w:r>
              <w:t>An individual must be able to demonstrate the knowledge required to perform the tasks outlined in the elements and performance criteria of this unit. This includes knowledge of:</w:t>
            </w:r>
          </w:p>
          <w:p w14:paraId="07EFE384" w14:textId="77777777" w:rsidR="008F2D72" w:rsidRPr="008F2D72" w:rsidRDefault="008F2D72" w:rsidP="008F2D72">
            <w:pPr>
              <w:pStyle w:val="SIBulletList1"/>
            </w:pPr>
            <w:r w:rsidRPr="008F2D72">
              <w:t>binomial nomenclature</w:t>
            </w:r>
          </w:p>
          <w:p w14:paraId="18F7E5EB" w14:textId="77777777" w:rsidR="008F2D72" w:rsidRPr="008F2D72" w:rsidRDefault="008F2D72" w:rsidP="008F2D72">
            <w:pPr>
              <w:pStyle w:val="SIBulletList1"/>
            </w:pPr>
            <w:r w:rsidRPr="008F2D72">
              <w:t>concepts of seed identification</w:t>
            </w:r>
          </w:p>
          <w:p w14:paraId="793C38BB" w14:textId="77777777" w:rsidR="008F2D72" w:rsidRPr="008F2D72" w:rsidRDefault="008F2D72" w:rsidP="008F2D72">
            <w:pPr>
              <w:pStyle w:val="SIBulletList1"/>
            </w:pPr>
            <w:r w:rsidRPr="008F2D72">
              <w:t>enterprise and/or legal traceability requirements</w:t>
            </w:r>
          </w:p>
          <w:p w14:paraId="165943A7" w14:textId="77777777" w:rsidR="008F2D72" w:rsidRPr="008F2D72" w:rsidRDefault="008F2D72" w:rsidP="008F2D72">
            <w:pPr>
              <w:pStyle w:val="SIBulletList1"/>
            </w:pPr>
            <w:r w:rsidRPr="008F2D72">
              <w:t>enterprise standard operating procedures (SOPs)</w:t>
            </w:r>
          </w:p>
          <w:p w14:paraId="79851423" w14:textId="77777777" w:rsidR="008F2D72" w:rsidRPr="008F2D72" w:rsidRDefault="008F2D72" w:rsidP="008F2D72">
            <w:pPr>
              <w:pStyle w:val="SIBulletList1"/>
            </w:pPr>
            <w:r w:rsidRPr="008F2D72">
              <w:t>relevant work health, safety and environment requirements</w:t>
            </w:r>
          </w:p>
          <w:p w14:paraId="016284F2" w14:textId="77777777" w:rsidR="008F2D72" w:rsidRPr="008F2D72" w:rsidRDefault="008F2D72" w:rsidP="008F2D72">
            <w:pPr>
              <w:pStyle w:val="SIBulletList1"/>
            </w:pPr>
            <w:r w:rsidRPr="008F2D72">
              <w:t>seed identification techniques</w:t>
            </w:r>
          </w:p>
          <w:p w14:paraId="594042BC" w14:textId="3B92DFB4" w:rsidR="00F1480E" w:rsidRPr="000754EC" w:rsidRDefault="008F2D72" w:rsidP="008F2D72">
            <w:pPr>
              <w:pStyle w:val="SIBulletList1"/>
            </w:pPr>
            <w:r w:rsidRPr="008F2D72">
              <w:t>the role of the International Seed Testing Association (ISTA) and the ISTA Rules for Seed Testing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839B9" w14:paraId="4AECFB30" w14:textId="77777777" w:rsidTr="00CA2922">
        <w:tc>
          <w:tcPr>
            <w:tcW w:w="5000" w:type="pct"/>
            <w:shd w:val="clear" w:color="auto" w:fill="auto"/>
          </w:tcPr>
          <w:p w14:paraId="62D0ECC7" w14:textId="320CBEAD" w:rsidR="00DA54B5" w:rsidRPr="000839B9" w:rsidRDefault="00DA54B5" w:rsidP="000839B9">
            <w:pPr>
              <w:pStyle w:val="SIText"/>
            </w:pPr>
            <w:r w:rsidRPr="000839B9">
              <w:t xml:space="preserve">Assessment of the skills in this unit of competency must take place under the following conditions: </w:t>
            </w:r>
          </w:p>
          <w:p w14:paraId="04186F1B" w14:textId="3E0E797A" w:rsidR="00DA54B5" w:rsidRPr="000839B9" w:rsidRDefault="00DA54B5" w:rsidP="000839B9">
            <w:pPr>
              <w:pStyle w:val="SIBulletList1"/>
            </w:pPr>
            <w:r w:rsidRPr="000839B9">
              <w:t>physical conditions:</w:t>
            </w:r>
          </w:p>
          <w:p w14:paraId="386B05FF" w14:textId="5E179F1B" w:rsidR="00DA54B5" w:rsidRPr="000839B9" w:rsidRDefault="00DA54B5" w:rsidP="000839B9">
            <w:pPr>
              <w:pStyle w:val="SIBulletList2"/>
              <w:rPr>
                <w:rFonts w:eastAsia="Calibri"/>
              </w:rPr>
            </w:pPr>
            <w:r w:rsidRPr="000839B9">
              <w:t xml:space="preserve">skills must be demonstrated in </w:t>
            </w:r>
            <w:r w:rsidR="006C451C" w:rsidRPr="000839B9">
              <w:t>a seed testing laboratory, on a farm</w:t>
            </w:r>
            <w:r w:rsidRPr="000839B9">
              <w:t xml:space="preserve"> or an environment that accurately represents workplace conditions</w:t>
            </w:r>
          </w:p>
          <w:p w14:paraId="7CD1E166" w14:textId="650A7068" w:rsidR="00DA54B5" w:rsidRPr="000839B9" w:rsidRDefault="00DA54B5" w:rsidP="000839B9">
            <w:pPr>
              <w:pStyle w:val="SIBulletList1"/>
            </w:pPr>
            <w:r w:rsidRPr="000839B9">
              <w:t>resources, equipment and materials:</w:t>
            </w:r>
          </w:p>
          <w:p w14:paraId="1AC0F720" w14:textId="5C87211E" w:rsidR="00DA54B5" w:rsidRPr="000839B9" w:rsidRDefault="006C451C" w:rsidP="000839B9">
            <w:pPr>
              <w:pStyle w:val="SIBulletList2"/>
              <w:rPr>
                <w:rFonts w:eastAsia="Calibri"/>
              </w:rPr>
            </w:pPr>
            <w:r w:rsidRPr="000839B9">
              <w:rPr>
                <w:rFonts w:eastAsia="Calibri"/>
              </w:rPr>
              <w:t>seeds requiring identification</w:t>
            </w:r>
          </w:p>
          <w:p w14:paraId="77D53DD8" w14:textId="0E660988" w:rsidR="00DA54B5" w:rsidRPr="000839B9" w:rsidRDefault="000839B9" w:rsidP="000839B9">
            <w:pPr>
              <w:pStyle w:val="SIBulletList2"/>
              <w:rPr>
                <w:rFonts w:eastAsia="Calibri"/>
              </w:rPr>
            </w:pPr>
            <w:r>
              <w:t>s</w:t>
            </w:r>
            <w:r w:rsidRPr="000839B9">
              <w:t>eed identification reference materials, tools and equipment</w:t>
            </w:r>
          </w:p>
          <w:p w14:paraId="3D4B0BD2" w14:textId="3DF331BC" w:rsidR="00DA54B5" w:rsidRPr="000839B9" w:rsidRDefault="000839B9" w:rsidP="000839B9">
            <w:pPr>
              <w:pStyle w:val="SIBulletList1"/>
              <w:rPr>
                <w:rFonts w:eastAsia="Calibri"/>
              </w:rPr>
            </w:pPr>
            <w:r w:rsidRPr="000839B9" w:rsidDel="000839B9">
              <w:t xml:space="preserve"> </w:t>
            </w:r>
            <w:r w:rsidR="00DA54B5" w:rsidRPr="000839B9">
              <w:rPr>
                <w:rFonts w:eastAsia="Calibri"/>
              </w:rPr>
              <w:t>specifications:</w:t>
            </w:r>
          </w:p>
          <w:p w14:paraId="03115840" w14:textId="241D26CE" w:rsidR="00DA54B5" w:rsidRPr="000839B9" w:rsidRDefault="000839B9" w:rsidP="000839B9">
            <w:pPr>
              <w:pStyle w:val="SIBulletList2"/>
              <w:rPr>
                <w:rFonts w:eastAsia="Calibri"/>
              </w:rPr>
            </w:pPr>
            <w:r w:rsidRPr="000839B9">
              <w:rPr>
                <w:rFonts w:eastAsia="Calibri"/>
              </w:rPr>
              <w:t xml:space="preserve">use </w:t>
            </w:r>
            <w:r w:rsidR="00DA54B5" w:rsidRPr="000839B9">
              <w:rPr>
                <w:rFonts w:eastAsia="Calibri"/>
              </w:rPr>
              <w:t xml:space="preserve">of </w:t>
            </w:r>
            <w:r w:rsidRPr="000839B9">
              <w:rPr>
                <w:rFonts w:eastAsia="Calibri"/>
              </w:rPr>
              <w:t xml:space="preserve">laboratory or </w:t>
            </w:r>
            <w:r w:rsidR="00DA54B5" w:rsidRPr="000839B9">
              <w:rPr>
                <w:rFonts w:eastAsia="Calibri"/>
              </w:rPr>
              <w:t>workplace procedures</w:t>
            </w:r>
            <w:r w:rsidRPr="000839B9">
              <w:rPr>
                <w:rFonts w:eastAsia="Calibri"/>
              </w:rPr>
              <w:t xml:space="preserve"> and</w:t>
            </w:r>
            <w:r w:rsidR="00DA54B5" w:rsidRPr="000839B9">
              <w:rPr>
                <w:rFonts w:eastAsia="Calibri"/>
              </w:rPr>
              <w:t xml:space="preserve"> processes</w:t>
            </w:r>
          </w:p>
          <w:p w14:paraId="106A7384" w14:textId="487E013F" w:rsidR="00DA54B5" w:rsidRPr="000839B9" w:rsidRDefault="00DA54B5" w:rsidP="000839B9">
            <w:pPr>
              <w:pStyle w:val="SIBulletList2"/>
              <w:rPr>
                <w:rFonts w:eastAsia="Calibri"/>
              </w:rPr>
            </w:pPr>
            <w:r w:rsidRPr="000839B9">
              <w:rPr>
                <w:rFonts w:eastAsia="Calibri"/>
              </w:rPr>
              <w:t xml:space="preserve">use of </w:t>
            </w:r>
            <w:r w:rsidR="000839B9" w:rsidRPr="000839B9">
              <w:rPr>
                <w:rFonts w:eastAsia="Calibri"/>
              </w:rPr>
              <w:t xml:space="preserve">laboratory or </w:t>
            </w:r>
            <w:r w:rsidRPr="000839B9">
              <w:rPr>
                <w:rFonts w:eastAsia="Calibri"/>
              </w:rPr>
              <w:t>workplace instructions</w:t>
            </w:r>
            <w:r w:rsidR="000839B9" w:rsidRPr="000839B9">
              <w:rPr>
                <w:rFonts w:eastAsia="Calibri"/>
              </w:rPr>
              <w:t xml:space="preserve"> and specifications</w:t>
            </w:r>
          </w:p>
          <w:p w14:paraId="576AF0AA" w14:textId="5DE3A469" w:rsidR="000839B9" w:rsidRPr="000839B9" w:rsidRDefault="000839B9" w:rsidP="000839B9">
            <w:pPr>
              <w:pStyle w:val="SIBulletList1"/>
            </w:pPr>
            <w:r w:rsidRPr="000839B9" w:rsidDel="000839B9">
              <w:rPr>
                <w:rFonts w:eastAsia="Calibri"/>
              </w:rPr>
              <w:t xml:space="preserve"> </w:t>
            </w:r>
            <w:r w:rsidR="00DA54B5" w:rsidRPr="000839B9">
              <w:t xml:space="preserve">relationships: </w:t>
            </w:r>
          </w:p>
          <w:p w14:paraId="19987618" w14:textId="5A2E6FEE" w:rsidR="00DA54B5" w:rsidRPr="000839B9" w:rsidRDefault="00DA54B5" w:rsidP="000839B9">
            <w:pPr>
              <w:pStyle w:val="SIBulletList2"/>
            </w:pPr>
            <w:r w:rsidRPr="000839B9">
              <w:t>supervisor</w:t>
            </w:r>
            <w:r w:rsidR="000839B9" w:rsidRPr="000839B9">
              <w:t>.</w:t>
            </w:r>
          </w:p>
          <w:p w14:paraId="3DE0592A" w14:textId="77777777" w:rsidR="00DA54B5" w:rsidRPr="000839B9" w:rsidRDefault="00DA54B5" w:rsidP="000839B9"/>
          <w:p w14:paraId="408F0CDB" w14:textId="7456A455" w:rsidR="003D2DDF" w:rsidRPr="000839B9" w:rsidRDefault="00DA54B5" w:rsidP="000839B9">
            <w:pPr>
              <w:pStyle w:val="SIText"/>
              <w:rPr>
                <w:rFonts w:eastAsia="Calibri"/>
              </w:rPr>
            </w:pPr>
            <w:r w:rsidRPr="000839B9">
              <w:t>Assessors of this unit must satisfy the requirements for assessors in applicable vocational education and training legislation, frameworks and/or standards.</w:t>
            </w:r>
            <w:r w:rsidR="001D2FC6" w:rsidRPr="000839B9" w:rsidDel="001D2FC6">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C25ABC"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10T16:20:00Z" w:initials="RB">
    <w:p w14:paraId="3D8AEDEB" w14:textId="580E924F" w:rsidR="006C451C" w:rsidRDefault="006C451C">
      <w:r>
        <w:annotationRef/>
      </w:r>
      <w:r>
        <w:t>TBC on confirmation of PC's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8AED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8AEDEB" w16cid:durableId="23C24C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1A42B" w14:textId="77777777" w:rsidR="00C25ABC" w:rsidRDefault="00C25ABC" w:rsidP="00BF3F0A">
      <w:r>
        <w:separator/>
      </w:r>
    </w:p>
    <w:p w14:paraId="7013FE07" w14:textId="77777777" w:rsidR="00C25ABC" w:rsidRDefault="00C25ABC"/>
  </w:endnote>
  <w:endnote w:type="continuationSeparator" w:id="0">
    <w:p w14:paraId="48AEC1DC" w14:textId="77777777" w:rsidR="00C25ABC" w:rsidRDefault="00C25ABC" w:rsidP="00BF3F0A">
      <w:r>
        <w:continuationSeparator/>
      </w:r>
    </w:p>
    <w:p w14:paraId="734FE564" w14:textId="77777777" w:rsidR="00C25ABC" w:rsidRDefault="00C25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C1BB7">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F3689" w14:textId="77777777" w:rsidR="00C25ABC" w:rsidRDefault="00C25ABC" w:rsidP="00BF3F0A">
      <w:r>
        <w:separator/>
      </w:r>
    </w:p>
    <w:p w14:paraId="1D9BECBB" w14:textId="77777777" w:rsidR="00C25ABC" w:rsidRDefault="00C25ABC"/>
  </w:footnote>
  <w:footnote w:type="continuationSeparator" w:id="0">
    <w:p w14:paraId="751A2DE8" w14:textId="77777777" w:rsidR="00C25ABC" w:rsidRDefault="00C25ABC" w:rsidP="00BF3F0A">
      <w:r>
        <w:continuationSeparator/>
      </w:r>
    </w:p>
    <w:p w14:paraId="0860268E" w14:textId="77777777" w:rsidR="00C25ABC" w:rsidRDefault="00C25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490D3F7F" w:rsidR="009C2650" w:rsidRPr="008F2D72" w:rsidRDefault="008F2D72" w:rsidP="008F2D72">
    <w:r w:rsidRPr="008F2D72">
      <w:rPr>
        <w:lang w:eastAsia="en-US"/>
      </w:rPr>
      <w:t>AHCSDT302 Identify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9B9"/>
    <w:rsid w:val="0009093B"/>
    <w:rsid w:val="000A5441"/>
    <w:rsid w:val="000B2022"/>
    <w:rsid w:val="000C149A"/>
    <w:rsid w:val="000C224E"/>
    <w:rsid w:val="000E25E6"/>
    <w:rsid w:val="000E2C86"/>
    <w:rsid w:val="000F29F2"/>
    <w:rsid w:val="00101659"/>
    <w:rsid w:val="00105AEA"/>
    <w:rsid w:val="001078BF"/>
    <w:rsid w:val="001133AC"/>
    <w:rsid w:val="00133957"/>
    <w:rsid w:val="001372F6"/>
    <w:rsid w:val="001426E0"/>
    <w:rsid w:val="00144385"/>
    <w:rsid w:val="00146EEC"/>
    <w:rsid w:val="00151D55"/>
    <w:rsid w:val="00151D93"/>
    <w:rsid w:val="00156EF3"/>
    <w:rsid w:val="001760D0"/>
    <w:rsid w:val="00176E4F"/>
    <w:rsid w:val="0018546B"/>
    <w:rsid w:val="001A6A3E"/>
    <w:rsid w:val="001A7B6D"/>
    <w:rsid w:val="001B34D5"/>
    <w:rsid w:val="001B513A"/>
    <w:rsid w:val="001C0A75"/>
    <w:rsid w:val="001C1306"/>
    <w:rsid w:val="001D2FC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C59"/>
    <w:rsid w:val="00241EA6"/>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305EFF"/>
    <w:rsid w:val="00310A6A"/>
    <w:rsid w:val="003144E6"/>
    <w:rsid w:val="00326166"/>
    <w:rsid w:val="00337E82"/>
    <w:rsid w:val="00346FDC"/>
    <w:rsid w:val="00350235"/>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037D"/>
    <w:rsid w:val="005A1D70"/>
    <w:rsid w:val="005A3AA5"/>
    <w:rsid w:val="005A6C9C"/>
    <w:rsid w:val="005A74DC"/>
    <w:rsid w:val="005B5146"/>
    <w:rsid w:val="005C33DE"/>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54AA9"/>
    <w:rsid w:val="00686A49"/>
    <w:rsid w:val="00687B62"/>
    <w:rsid w:val="00690C44"/>
    <w:rsid w:val="006969D9"/>
    <w:rsid w:val="006A2B68"/>
    <w:rsid w:val="006C2F32"/>
    <w:rsid w:val="006C451C"/>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3B25"/>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2D72"/>
    <w:rsid w:val="008F32F6"/>
    <w:rsid w:val="00916CD7"/>
    <w:rsid w:val="00920927"/>
    <w:rsid w:val="00921B38"/>
    <w:rsid w:val="00923720"/>
    <w:rsid w:val="009278C9"/>
    <w:rsid w:val="00932CD7"/>
    <w:rsid w:val="00944C09"/>
    <w:rsid w:val="009527CB"/>
    <w:rsid w:val="00953835"/>
    <w:rsid w:val="00960F6C"/>
    <w:rsid w:val="00970747"/>
    <w:rsid w:val="0098505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5338"/>
    <w:rsid w:val="00AB1B8E"/>
    <w:rsid w:val="00AB3EC1"/>
    <w:rsid w:val="00AB46DE"/>
    <w:rsid w:val="00AB51ED"/>
    <w:rsid w:val="00AC0696"/>
    <w:rsid w:val="00AC1BB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5ABC"/>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3D10"/>
    <w:rsid w:val="00E238E6"/>
    <w:rsid w:val="00E34CD8"/>
    <w:rsid w:val="00E35064"/>
    <w:rsid w:val="00E3681D"/>
    <w:rsid w:val="00E40225"/>
    <w:rsid w:val="00E42341"/>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72B"/>
    <w:rsid w:val="00F56827"/>
    <w:rsid w:val="00F62866"/>
    <w:rsid w:val="00F65EF0"/>
    <w:rsid w:val="00F71651"/>
    <w:rsid w:val="00F745CD"/>
    <w:rsid w:val="00F76191"/>
    <w:rsid w:val="00F76CC6"/>
    <w:rsid w:val="00F8149F"/>
    <w:rsid w:val="00F83D7C"/>
    <w:rsid w:val="00F8524E"/>
    <w:rsid w:val="00FA3FA5"/>
    <w:rsid w:val="00FB091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756FFE6-3BCE-4DEC-ABCB-04E7BA7A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customXml/itemProps4.xml><?xml version="1.0" encoding="utf-8"?>
<ds:datastoreItem xmlns:ds="http://schemas.openxmlformats.org/officeDocument/2006/customXml" ds:itemID="{760EAC35-01F9-48C5-B491-9B40CAF8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239</TotalTime>
  <Pages>3</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33</cp:revision>
  <cp:lastPrinted>2016-05-27T05:21:00Z</cp:lastPrinted>
  <dcterms:created xsi:type="dcterms:W3CDTF">2020-08-25T06:08:00Z</dcterms:created>
  <dcterms:modified xsi:type="dcterms:W3CDTF">2021-01-31T22:49:00Z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